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6D8" w:rsidRDefault="005F76D8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РОССИЙСКАЯ ФЕДЕРАЦИЯ </w:t>
      </w:r>
    </w:p>
    <w:p w:rsidR="005F76D8" w:rsidRDefault="005F76D8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Брянская область </w:t>
      </w:r>
    </w:p>
    <w:p w:rsidR="005F76D8" w:rsidRDefault="005F76D8">
      <w:pPr>
        <w:pStyle w:val="20"/>
        <w:shd w:val="clear" w:color="auto" w:fill="auto"/>
        <w:spacing w:after="252"/>
        <w:ind w:right="40"/>
      </w:pPr>
      <w:r>
        <w:t>Контрольно-счетная палата Мглинского района</w:t>
      </w:r>
    </w:p>
    <w:p w:rsidR="005F76D8" w:rsidRDefault="005F76D8">
      <w:pPr>
        <w:pStyle w:val="20"/>
        <w:shd w:val="clear" w:color="auto" w:fill="auto"/>
        <w:spacing w:after="252"/>
        <w:ind w:right="40"/>
      </w:pPr>
    </w:p>
    <w:p w:rsidR="005F76D8" w:rsidRDefault="005F76D8">
      <w:pPr>
        <w:pStyle w:val="1"/>
        <w:shd w:val="clear" w:color="auto" w:fill="auto"/>
        <w:spacing w:before="0" w:after="297"/>
        <w:ind w:left="5160" w:right="1000"/>
      </w:pPr>
      <w:r>
        <w:t>Высокский сельский Совет народных депутатов</w:t>
      </w:r>
    </w:p>
    <w:p w:rsidR="005F76D8" w:rsidRDefault="005F76D8">
      <w:pPr>
        <w:pStyle w:val="1"/>
        <w:shd w:val="clear" w:color="auto" w:fill="auto"/>
        <w:tabs>
          <w:tab w:val="left" w:pos="5214"/>
        </w:tabs>
        <w:spacing w:before="0" w:after="0" w:line="270" w:lineRule="exact"/>
        <w:ind w:left="40"/>
        <w:jc w:val="both"/>
      </w:pPr>
      <w:r>
        <w:t xml:space="preserve">от </w:t>
      </w:r>
      <w:smartTag w:uri="urn:schemas-microsoft-com:office:smarttags" w:element="date">
        <w:smartTagPr>
          <w:attr w:name="Year" w:val="2019"/>
          <w:attr w:name="Day" w:val="30"/>
          <w:attr w:name="Month" w:val="01"/>
          <w:attr w:name="ls" w:val="trans"/>
        </w:smartTagPr>
        <w:r>
          <w:t>30.01.2019</w:t>
        </w:r>
      </w:smartTag>
      <w:r>
        <w:t xml:space="preserve"> года №7</w:t>
      </w:r>
      <w:r>
        <w:tab/>
        <w:t>Высокская сельская</w:t>
      </w:r>
    </w:p>
    <w:p w:rsidR="005F76D8" w:rsidRDefault="005F76D8">
      <w:pPr>
        <w:pStyle w:val="1"/>
        <w:shd w:val="clear" w:color="auto" w:fill="auto"/>
        <w:spacing w:before="0" w:after="1266" w:line="270" w:lineRule="exact"/>
        <w:ind w:left="5600"/>
      </w:pPr>
      <w:r>
        <w:t>администрация</w:t>
      </w:r>
    </w:p>
    <w:p w:rsidR="005F76D8" w:rsidRDefault="005F76D8">
      <w:pPr>
        <w:pStyle w:val="1"/>
        <w:shd w:val="clear" w:color="auto" w:fill="auto"/>
        <w:spacing w:before="0" w:after="0" w:line="322" w:lineRule="exact"/>
        <w:ind w:right="100"/>
        <w:jc w:val="center"/>
      </w:pPr>
      <w:r>
        <w:t>Заключение</w:t>
      </w:r>
    </w:p>
    <w:p w:rsidR="005F76D8" w:rsidRDefault="005F76D8">
      <w:pPr>
        <w:pStyle w:val="1"/>
        <w:shd w:val="clear" w:color="auto" w:fill="auto"/>
        <w:spacing w:before="0" w:after="0" w:line="322" w:lineRule="exact"/>
        <w:ind w:right="100"/>
        <w:jc w:val="center"/>
      </w:pPr>
    </w:p>
    <w:p w:rsidR="005F76D8" w:rsidRDefault="005F76D8">
      <w:pPr>
        <w:pStyle w:val="1"/>
        <w:shd w:val="clear" w:color="auto" w:fill="auto"/>
        <w:spacing w:before="0" w:after="604" w:line="322" w:lineRule="exact"/>
        <w:ind w:right="40"/>
        <w:jc w:val="center"/>
      </w:pPr>
      <w:r>
        <w:t xml:space="preserve">на проект решения «О внесении изменений в решение от </w:t>
      </w:r>
      <w:smartTag w:uri="urn:schemas-microsoft-com:office:smarttags" w:element="date">
        <w:smartTagPr>
          <w:attr w:name="Year" w:val="2018"/>
          <w:attr w:name="Day" w:val="27"/>
          <w:attr w:name="Month" w:val="12"/>
          <w:attr w:name="ls" w:val="trans"/>
        </w:smartTagPr>
        <w:r>
          <w:t>27 декабря 2018 года</w:t>
        </w:r>
      </w:smartTag>
      <w:r>
        <w:t xml:space="preserve"> № 3-143 «О бюджете муниципального образования «Высокское сельское поселение ,Мглинского района, Брянской области » на 2019 год и на плановый период 2020 и 2021 годов»</w:t>
      </w:r>
    </w:p>
    <w:p w:rsidR="005F76D8" w:rsidRDefault="005F76D8">
      <w:pPr>
        <w:pStyle w:val="1"/>
        <w:shd w:val="clear" w:color="auto" w:fill="auto"/>
        <w:spacing w:before="0" w:after="0" w:line="317" w:lineRule="exact"/>
        <w:ind w:left="40" w:right="40"/>
        <w:jc w:val="both"/>
      </w:pPr>
      <w:r>
        <w:t>Контрольно-счетная палата Мглинского района, рассмотрев проект решения о внесении изменений в решение Высокского сельского Совета народных депутатов «О бюджете муниципального образования «Высокское сельское поселение, Мглинского района, Брянской области » на 2019 год и на плановый период 2020 и 2021 годов».</w:t>
      </w:r>
    </w:p>
    <w:p w:rsidR="005F76D8" w:rsidRDefault="005F76D8">
      <w:pPr>
        <w:pStyle w:val="1"/>
        <w:shd w:val="clear" w:color="auto" w:fill="auto"/>
        <w:spacing w:before="0" w:after="0" w:line="317" w:lineRule="exact"/>
        <w:ind w:left="40" w:right="40"/>
        <w:jc w:val="both"/>
      </w:pPr>
      <w:r>
        <w:t xml:space="preserve">    Общий объем доходов увеличился на 4053,0 тыс. рублей</w:t>
      </w:r>
    </w:p>
    <w:p w:rsidR="005F76D8" w:rsidRDefault="005F76D8">
      <w:pPr>
        <w:pStyle w:val="1"/>
        <w:shd w:val="clear" w:color="auto" w:fill="auto"/>
        <w:spacing w:before="0" w:after="0" w:line="317" w:lineRule="exact"/>
        <w:ind w:left="40" w:right="40"/>
        <w:jc w:val="both"/>
      </w:pPr>
      <w:r>
        <w:t xml:space="preserve">    11406025100000430                                                                 +4053,0 тыс.рублей   </w:t>
      </w:r>
    </w:p>
    <w:p w:rsidR="005F76D8" w:rsidRDefault="005F76D8" w:rsidP="00D60C64">
      <w:pPr>
        <w:pStyle w:val="1"/>
        <w:shd w:val="clear" w:color="auto" w:fill="auto"/>
        <w:spacing w:before="0" w:after="0" w:line="317" w:lineRule="exact"/>
        <w:ind w:left="40" w:right="40"/>
        <w:jc w:val="both"/>
      </w:pPr>
      <w:r>
        <w:t xml:space="preserve">    Общий объем расходов увеличился на 480,2 тыс. рублей.</w:t>
      </w:r>
    </w:p>
    <w:p w:rsidR="005F76D8" w:rsidRDefault="005F76D8" w:rsidP="00C17B41">
      <w:pPr>
        <w:pStyle w:val="20"/>
        <w:shd w:val="clear" w:color="auto" w:fill="auto"/>
        <w:spacing w:after="0" w:line="317" w:lineRule="exact"/>
        <w:ind w:left="40" w:firstLine="360"/>
        <w:jc w:val="both"/>
      </w:pPr>
      <w:r>
        <w:t>01 00</w:t>
      </w:r>
    </w:p>
    <w:p w:rsidR="005F76D8" w:rsidRDefault="005F76D8" w:rsidP="00C17B41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>
        <w:t>«Общегосударственные вопросы»                                    +305,5 тыс. рублей.</w:t>
      </w:r>
    </w:p>
    <w:p w:rsidR="005F76D8" w:rsidRPr="0092083A" w:rsidRDefault="005F76D8" w:rsidP="00C17B41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  <w:rPr>
          <w:b w:val="0"/>
        </w:rPr>
      </w:pPr>
      <w:r>
        <w:rPr>
          <w:b w:val="0"/>
        </w:rPr>
        <w:t>и</w:t>
      </w:r>
      <w:r w:rsidRPr="0092083A">
        <w:rPr>
          <w:b w:val="0"/>
        </w:rPr>
        <w:t>з них:</w:t>
      </w:r>
    </w:p>
    <w:p w:rsidR="005F76D8" w:rsidRDefault="005F76D8" w:rsidP="00C17B41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 w:rsidRPr="007D4D43">
        <w:t xml:space="preserve">01 02 </w:t>
      </w:r>
    </w:p>
    <w:p w:rsidR="005F76D8" w:rsidRDefault="005F76D8" w:rsidP="00C17B41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  <w:rPr>
          <w:b w:val="0"/>
        </w:rPr>
      </w:pPr>
      <w:r w:rsidRPr="007D4D43">
        <w:rPr>
          <w:b w:val="0"/>
        </w:rPr>
        <w:t>Функционирование высшего</w:t>
      </w:r>
      <w:r>
        <w:rPr>
          <w:b w:val="0"/>
        </w:rPr>
        <w:t xml:space="preserve"> должностного лица субъекта Российской    Федерации и муниципального образования                             +96,2 тыс.рублей</w:t>
      </w:r>
    </w:p>
    <w:p w:rsidR="005F76D8" w:rsidRDefault="005F76D8" w:rsidP="00C17B41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 w:rsidRPr="007D4D43">
        <w:t>01 04</w:t>
      </w:r>
    </w:p>
    <w:p w:rsidR="005F76D8" w:rsidRPr="007D4D43" w:rsidRDefault="005F76D8" w:rsidP="00C17B41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  <w:rPr>
          <w:b w:val="0"/>
        </w:rPr>
      </w:pPr>
      <w:r w:rsidRPr="007D4D43">
        <w:rPr>
          <w:b w:val="0"/>
        </w:rPr>
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</w:r>
      <w:r>
        <w:rPr>
          <w:b w:val="0"/>
        </w:rPr>
        <w:t xml:space="preserve">                                                                            +209,3 тыс.рублей</w:t>
      </w:r>
    </w:p>
    <w:p w:rsidR="005F76D8" w:rsidRDefault="005F76D8" w:rsidP="00DF5D8A">
      <w:pPr>
        <w:pStyle w:val="1"/>
        <w:shd w:val="clear" w:color="auto" w:fill="auto"/>
        <w:tabs>
          <w:tab w:val="left" w:pos="7440"/>
        </w:tabs>
        <w:spacing w:before="0" w:after="0" w:line="317" w:lineRule="exact"/>
        <w:ind w:left="40" w:right="40" w:firstLine="360"/>
        <w:jc w:val="both"/>
        <w:rPr>
          <w:b/>
        </w:rPr>
      </w:pPr>
    </w:p>
    <w:p w:rsidR="005F76D8" w:rsidRDefault="005F76D8" w:rsidP="00DF5D8A">
      <w:pPr>
        <w:pStyle w:val="1"/>
        <w:shd w:val="clear" w:color="auto" w:fill="auto"/>
        <w:tabs>
          <w:tab w:val="left" w:pos="7440"/>
        </w:tabs>
        <w:spacing w:before="0" w:after="0" w:line="317" w:lineRule="exact"/>
        <w:ind w:left="40" w:right="40" w:firstLine="360"/>
        <w:jc w:val="both"/>
        <w:rPr>
          <w:b/>
        </w:rPr>
      </w:pPr>
      <w:r>
        <w:rPr>
          <w:b/>
        </w:rPr>
        <w:t>03 00</w:t>
      </w:r>
    </w:p>
    <w:p w:rsidR="005F76D8" w:rsidRDefault="005F76D8" w:rsidP="00DF5D8A">
      <w:pPr>
        <w:pStyle w:val="1"/>
        <w:shd w:val="clear" w:color="auto" w:fill="auto"/>
        <w:tabs>
          <w:tab w:val="left" w:pos="7440"/>
        </w:tabs>
        <w:spacing w:before="0" w:after="0" w:line="317" w:lineRule="exact"/>
        <w:ind w:left="40" w:right="40" w:firstLine="360"/>
        <w:jc w:val="both"/>
        <w:rPr>
          <w:b/>
        </w:rPr>
      </w:pPr>
      <w:r>
        <w:rPr>
          <w:b/>
        </w:rPr>
        <w:t>«Национальная безопасность и правоохранительная деятельность</w:t>
      </w:r>
    </w:p>
    <w:p w:rsidR="005F76D8" w:rsidRDefault="005F76D8" w:rsidP="00DF5D8A">
      <w:pPr>
        <w:pStyle w:val="1"/>
        <w:shd w:val="clear" w:color="auto" w:fill="auto"/>
        <w:tabs>
          <w:tab w:val="left" w:pos="7440"/>
        </w:tabs>
        <w:spacing w:before="0" w:after="0" w:line="317" w:lineRule="exact"/>
        <w:ind w:left="40" w:right="40" w:firstLine="360"/>
        <w:jc w:val="both"/>
      </w:pPr>
      <w:r>
        <w:t>из них:</w:t>
      </w:r>
    </w:p>
    <w:p w:rsidR="005F76D8" w:rsidRPr="007D4D43" w:rsidRDefault="005F76D8" w:rsidP="00DF5D8A">
      <w:pPr>
        <w:pStyle w:val="1"/>
        <w:shd w:val="clear" w:color="auto" w:fill="auto"/>
        <w:tabs>
          <w:tab w:val="left" w:pos="7440"/>
        </w:tabs>
        <w:spacing w:before="0" w:after="0" w:line="317" w:lineRule="exact"/>
        <w:ind w:left="40" w:right="40" w:firstLine="360"/>
        <w:jc w:val="both"/>
        <w:rPr>
          <w:b/>
        </w:rPr>
      </w:pPr>
      <w:r w:rsidRPr="007D4D43">
        <w:rPr>
          <w:b/>
        </w:rPr>
        <w:t>03 10</w:t>
      </w:r>
    </w:p>
    <w:p w:rsidR="005F76D8" w:rsidRDefault="005F76D8" w:rsidP="00DF5D8A">
      <w:pPr>
        <w:pStyle w:val="1"/>
        <w:shd w:val="clear" w:color="auto" w:fill="auto"/>
        <w:tabs>
          <w:tab w:val="left" w:pos="7440"/>
        </w:tabs>
        <w:spacing w:before="0" w:after="0" w:line="317" w:lineRule="exact"/>
        <w:ind w:left="40" w:right="40" w:firstLine="360"/>
        <w:jc w:val="both"/>
      </w:pPr>
      <w:r>
        <w:t>Обеспечение пожарной сигнализации                                    +11,4 тыс.рублей</w:t>
      </w:r>
    </w:p>
    <w:p w:rsidR="005F76D8" w:rsidRDefault="005F76D8" w:rsidP="00DF5D8A">
      <w:pPr>
        <w:pStyle w:val="1"/>
        <w:shd w:val="clear" w:color="auto" w:fill="auto"/>
        <w:tabs>
          <w:tab w:val="left" w:pos="7440"/>
        </w:tabs>
        <w:spacing w:before="0" w:after="0" w:line="317" w:lineRule="exact"/>
        <w:ind w:left="40" w:right="40" w:firstLine="360"/>
        <w:jc w:val="both"/>
        <w:rPr>
          <w:b/>
        </w:rPr>
      </w:pPr>
      <w:r w:rsidRPr="007D4D43">
        <w:rPr>
          <w:b/>
        </w:rPr>
        <w:t>05 00</w:t>
      </w:r>
    </w:p>
    <w:p w:rsidR="005F76D8" w:rsidRDefault="005F76D8" w:rsidP="00DF5D8A">
      <w:pPr>
        <w:pStyle w:val="1"/>
        <w:shd w:val="clear" w:color="auto" w:fill="auto"/>
        <w:tabs>
          <w:tab w:val="left" w:pos="7440"/>
        </w:tabs>
        <w:spacing w:before="0" w:after="0" w:line="317" w:lineRule="exact"/>
        <w:ind w:left="40" w:right="40" w:firstLine="360"/>
        <w:jc w:val="both"/>
        <w:rPr>
          <w:b/>
        </w:rPr>
      </w:pPr>
      <w:r>
        <w:rPr>
          <w:b/>
        </w:rPr>
        <w:t>«Жилищно - коммунальное хозяйство»</w:t>
      </w:r>
    </w:p>
    <w:p w:rsidR="005F76D8" w:rsidRDefault="005F76D8" w:rsidP="00DF5D8A">
      <w:pPr>
        <w:pStyle w:val="1"/>
        <w:shd w:val="clear" w:color="auto" w:fill="auto"/>
        <w:tabs>
          <w:tab w:val="left" w:pos="7440"/>
        </w:tabs>
        <w:spacing w:before="0" w:after="0" w:line="317" w:lineRule="exact"/>
        <w:ind w:left="40" w:right="40" w:firstLine="360"/>
        <w:jc w:val="both"/>
      </w:pPr>
      <w:r>
        <w:t>и</w:t>
      </w:r>
      <w:r w:rsidRPr="007D4D43">
        <w:t>з них:</w:t>
      </w:r>
    </w:p>
    <w:p w:rsidR="005F76D8" w:rsidRDefault="005F76D8" w:rsidP="00DF5D8A">
      <w:pPr>
        <w:pStyle w:val="1"/>
        <w:shd w:val="clear" w:color="auto" w:fill="auto"/>
        <w:tabs>
          <w:tab w:val="left" w:pos="7440"/>
        </w:tabs>
        <w:spacing w:before="0" w:after="0" w:line="317" w:lineRule="exact"/>
        <w:ind w:left="40" w:right="40" w:firstLine="360"/>
        <w:jc w:val="both"/>
        <w:rPr>
          <w:b/>
        </w:rPr>
      </w:pPr>
      <w:r w:rsidRPr="007D4D43">
        <w:rPr>
          <w:b/>
        </w:rPr>
        <w:t>05 03</w:t>
      </w:r>
      <w:r>
        <w:rPr>
          <w:b/>
        </w:rPr>
        <w:t xml:space="preserve"> </w:t>
      </w:r>
    </w:p>
    <w:p w:rsidR="005F76D8" w:rsidRDefault="005F76D8" w:rsidP="00DF5D8A">
      <w:pPr>
        <w:pStyle w:val="1"/>
        <w:shd w:val="clear" w:color="auto" w:fill="auto"/>
        <w:tabs>
          <w:tab w:val="left" w:pos="7440"/>
        </w:tabs>
        <w:spacing w:before="0" w:after="0" w:line="317" w:lineRule="exact"/>
        <w:ind w:left="40" w:right="40" w:firstLine="360"/>
        <w:jc w:val="both"/>
      </w:pPr>
      <w:r w:rsidRPr="007D4D43">
        <w:t>Организация и обеспечение освещения улиц</w:t>
      </w:r>
      <w:r>
        <w:t xml:space="preserve">                         +51,9 тыс.рублей</w:t>
      </w:r>
    </w:p>
    <w:p w:rsidR="005F76D8" w:rsidRDefault="005F76D8" w:rsidP="00DF5D8A">
      <w:pPr>
        <w:pStyle w:val="1"/>
        <w:shd w:val="clear" w:color="auto" w:fill="auto"/>
        <w:tabs>
          <w:tab w:val="left" w:pos="7440"/>
        </w:tabs>
        <w:spacing w:before="0" w:after="0" w:line="317" w:lineRule="exact"/>
        <w:ind w:left="40" w:right="40" w:firstLine="360"/>
        <w:jc w:val="both"/>
        <w:rPr>
          <w:b/>
        </w:rPr>
      </w:pPr>
      <w:r w:rsidRPr="004F49A0">
        <w:rPr>
          <w:b/>
        </w:rPr>
        <w:t>10 00</w:t>
      </w:r>
      <w:r>
        <w:rPr>
          <w:b/>
        </w:rPr>
        <w:t xml:space="preserve"> </w:t>
      </w:r>
    </w:p>
    <w:p w:rsidR="005F76D8" w:rsidRDefault="005F76D8" w:rsidP="00DF5D8A">
      <w:pPr>
        <w:pStyle w:val="1"/>
        <w:shd w:val="clear" w:color="auto" w:fill="auto"/>
        <w:tabs>
          <w:tab w:val="left" w:pos="7440"/>
        </w:tabs>
        <w:spacing w:before="0" w:after="0" w:line="317" w:lineRule="exact"/>
        <w:ind w:left="40" w:right="40" w:firstLine="360"/>
        <w:jc w:val="both"/>
        <w:rPr>
          <w:b/>
        </w:rPr>
      </w:pPr>
      <w:r>
        <w:rPr>
          <w:b/>
        </w:rPr>
        <w:t>«Социальная политика»</w:t>
      </w:r>
    </w:p>
    <w:p w:rsidR="005F76D8" w:rsidRDefault="005F76D8" w:rsidP="00DF5D8A">
      <w:pPr>
        <w:pStyle w:val="1"/>
        <w:shd w:val="clear" w:color="auto" w:fill="auto"/>
        <w:tabs>
          <w:tab w:val="left" w:pos="7440"/>
        </w:tabs>
        <w:spacing w:before="0" w:after="0" w:line="317" w:lineRule="exact"/>
        <w:ind w:left="40" w:right="40" w:firstLine="360"/>
        <w:jc w:val="both"/>
      </w:pPr>
      <w:r>
        <w:t>и</w:t>
      </w:r>
      <w:r w:rsidRPr="004F49A0">
        <w:t>з них:</w:t>
      </w:r>
    </w:p>
    <w:p w:rsidR="005F76D8" w:rsidRDefault="005F76D8" w:rsidP="00DF5D8A">
      <w:pPr>
        <w:pStyle w:val="1"/>
        <w:shd w:val="clear" w:color="auto" w:fill="auto"/>
        <w:tabs>
          <w:tab w:val="left" w:pos="7440"/>
        </w:tabs>
        <w:spacing w:before="0" w:after="0" w:line="317" w:lineRule="exact"/>
        <w:ind w:left="40" w:right="40" w:firstLine="360"/>
        <w:jc w:val="both"/>
        <w:rPr>
          <w:b/>
        </w:rPr>
      </w:pPr>
      <w:r w:rsidRPr="004F49A0">
        <w:rPr>
          <w:b/>
        </w:rPr>
        <w:t>10 01</w:t>
      </w:r>
    </w:p>
    <w:p w:rsidR="005F76D8" w:rsidRDefault="005F76D8" w:rsidP="00DF5D8A">
      <w:pPr>
        <w:pStyle w:val="1"/>
        <w:shd w:val="clear" w:color="auto" w:fill="auto"/>
        <w:tabs>
          <w:tab w:val="left" w:pos="7440"/>
        </w:tabs>
        <w:spacing w:before="0" w:after="0" w:line="317" w:lineRule="exact"/>
        <w:ind w:left="40" w:right="40" w:firstLine="360"/>
        <w:jc w:val="both"/>
      </w:pPr>
      <w:r w:rsidRPr="004F49A0">
        <w:t>«Пенсионное обеспечение»</w:t>
      </w:r>
      <w:r>
        <w:t xml:space="preserve">                                                       +111,4 тыс.рублей</w:t>
      </w:r>
    </w:p>
    <w:p w:rsidR="005F76D8" w:rsidRDefault="005F76D8" w:rsidP="00DF7F4A">
      <w:pPr>
        <w:pStyle w:val="1"/>
        <w:shd w:val="clear" w:color="auto" w:fill="auto"/>
        <w:spacing w:before="0" w:after="0" w:line="322" w:lineRule="exact"/>
        <w:ind w:right="20"/>
      </w:pPr>
      <w:r>
        <w:t>С внесением изменений в бюджетную роспись дефицит бюджета составил 1558,2 тыс. рублей.</w:t>
      </w:r>
    </w:p>
    <w:p w:rsidR="005F76D8" w:rsidRDefault="005F76D8" w:rsidP="00DF7F4A">
      <w:pPr>
        <w:pStyle w:val="1"/>
        <w:shd w:val="clear" w:color="auto" w:fill="auto"/>
        <w:spacing w:before="0" w:after="0" w:line="322" w:lineRule="exact"/>
        <w:ind w:right="20"/>
        <w:jc w:val="both"/>
        <w:sectPr w:rsidR="005F76D8">
          <w:type w:val="continuous"/>
          <w:pgSz w:w="11905" w:h="16837"/>
          <w:pgMar w:top="1211" w:right="982" w:bottom="1542" w:left="1536" w:header="0" w:footer="3" w:gutter="0"/>
          <w:cols w:space="720"/>
          <w:noEndnote/>
          <w:docGrid w:linePitch="360"/>
        </w:sectPr>
      </w:pPr>
      <w:r>
        <w:t>Контрольно-счетная палата Мглинского района замечаний по проекту решения не имеет и предлагает Высокскому сельскому Совету народных депутатов его принять.</w:t>
      </w:r>
    </w:p>
    <w:p w:rsidR="005F76D8" w:rsidRDefault="005F76D8" w:rsidP="00DF7F4A">
      <w:pPr>
        <w:framePr w:w="2400" w:h="1354" w:wrap="around" w:vAnchor="text" w:hAnchor="margin" w:x="3328" w:y="1"/>
        <w:rPr>
          <w:sz w:val="2"/>
        </w:rPr>
      </w:pPr>
    </w:p>
    <w:p w:rsidR="005F76D8" w:rsidRDefault="005F76D8" w:rsidP="00DF7F4A">
      <w:pPr>
        <w:pStyle w:val="22"/>
        <w:framePr w:w="3293" w:h="279" w:wrap="around" w:vAnchor="text" w:hAnchor="margin" w:x="35" w:y="1"/>
        <w:shd w:val="clear" w:color="auto" w:fill="auto"/>
        <w:spacing w:line="270" w:lineRule="exact"/>
      </w:pPr>
    </w:p>
    <w:p w:rsidR="005F76D8" w:rsidRDefault="005F76D8" w:rsidP="00DF7F4A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  <w:r>
        <w:t>Л.В.Чуприк</w:t>
      </w:r>
    </w:p>
    <w:p w:rsidR="005F76D8" w:rsidRDefault="005F76D8" w:rsidP="00DF7F4A">
      <w:pPr>
        <w:rPr>
          <w:sz w:val="2"/>
          <w:szCs w:val="2"/>
        </w:rPr>
      </w:pPr>
    </w:p>
    <w:p w:rsidR="005F76D8" w:rsidRDefault="005F76D8" w:rsidP="00055045">
      <w:pPr>
        <w:pStyle w:val="40"/>
        <w:framePr w:w="2577" w:h="908" w:wrap="around" w:vAnchor="text" w:hAnchor="page" w:x="1356" w:y="161"/>
        <w:shd w:val="clear" w:color="auto" w:fill="auto"/>
        <w:spacing w:line="270" w:lineRule="exact"/>
        <w:ind w:left="100"/>
      </w:pPr>
      <w:r>
        <w:t>Председатель Контрольно-счетной палаты</w:t>
      </w:r>
    </w:p>
    <w:p w:rsidR="005F76D8" w:rsidRDefault="005F76D8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>
        <w:t xml:space="preserve"> </w:t>
      </w:r>
    </w:p>
    <w:p w:rsidR="005F76D8" w:rsidRPr="00B71033" w:rsidRDefault="005F76D8" w:rsidP="00B71033"/>
    <w:p w:rsidR="005F76D8" w:rsidRPr="00B71033" w:rsidRDefault="005F76D8" w:rsidP="00B71033"/>
    <w:p w:rsidR="005F76D8" w:rsidRPr="00E25B0B" w:rsidRDefault="005F76D8" w:rsidP="00B71033">
      <w:pPr>
        <w:rPr>
          <w:rFonts w:ascii="Times New Roman" w:hAnsi="Times New Roman" w:cs="Times New Roman"/>
        </w:rPr>
      </w:pPr>
      <w:r w:rsidRPr="00E25B0B">
        <w:rPr>
          <w:rFonts w:ascii="Times New Roman" w:hAnsi="Times New Roman" w:cs="Times New Roman"/>
        </w:rPr>
        <w:t>Исполнитель</w:t>
      </w:r>
    </w:p>
    <w:p w:rsidR="005F76D8" w:rsidRPr="00E25B0B" w:rsidRDefault="005F76D8" w:rsidP="00B71033">
      <w:pPr>
        <w:rPr>
          <w:rFonts w:ascii="Times New Roman" w:hAnsi="Times New Roman" w:cs="Times New Roman"/>
        </w:rPr>
      </w:pPr>
      <w:r w:rsidRPr="00E25B0B">
        <w:rPr>
          <w:rFonts w:ascii="Times New Roman" w:hAnsi="Times New Roman" w:cs="Times New Roman"/>
        </w:rPr>
        <w:t>Комкова Н.Е.</w:t>
      </w:r>
    </w:p>
    <w:p w:rsidR="005F76D8" w:rsidRPr="00B71033" w:rsidRDefault="005F76D8" w:rsidP="00B71033"/>
    <w:p w:rsidR="005F76D8" w:rsidRPr="00B71033" w:rsidRDefault="005F76D8" w:rsidP="00B71033"/>
    <w:p w:rsidR="005F76D8" w:rsidRPr="00B71033" w:rsidRDefault="005F76D8" w:rsidP="00B71033"/>
    <w:p w:rsidR="005F76D8" w:rsidRPr="00B71033" w:rsidRDefault="005F76D8" w:rsidP="00B71033"/>
    <w:p w:rsidR="005F76D8" w:rsidRPr="00B71033" w:rsidRDefault="005F76D8" w:rsidP="00B71033"/>
    <w:p w:rsidR="005F76D8" w:rsidRPr="00B71033" w:rsidRDefault="005F76D8" w:rsidP="00B71033"/>
    <w:p w:rsidR="005F76D8" w:rsidRPr="00B71033" w:rsidRDefault="005F76D8" w:rsidP="00B71033"/>
    <w:p w:rsidR="005F76D8" w:rsidRPr="00B71033" w:rsidRDefault="005F76D8" w:rsidP="00B71033"/>
    <w:p w:rsidR="005F76D8" w:rsidRPr="00B71033" w:rsidRDefault="005F76D8" w:rsidP="00B71033"/>
    <w:p w:rsidR="005F76D8" w:rsidRPr="00B71033" w:rsidRDefault="005F76D8" w:rsidP="00B71033"/>
    <w:p w:rsidR="005F76D8" w:rsidRPr="00B71033" w:rsidRDefault="005F76D8" w:rsidP="00B71033"/>
    <w:p w:rsidR="005F76D8" w:rsidRPr="00B71033" w:rsidRDefault="005F76D8" w:rsidP="00B71033"/>
    <w:p w:rsidR="005F76D8" w:rsidRDefault="005F76D8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 w:rsidRPr="00B71033">
        <w:br w:type="page"/>
      </w:r>
    </w:p>
    <w:p w:rsidR="005F76D8" w:rsidRDefault="005F76D8" w:rsidP="00451430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</w:p>
    <w:p w:rsidR="005F76D8" w:rsidRDefault="005F76D8" w:rsidP="00451430">
      <w:pPr>
        <w:pStyle w:val="40"/>
        <w:framePr w:w="3267" w:h="1575" w:wrap="around" w:vAnchor="text" w:hAnchor="page" w:x="1356" w:y="280"/>
        <w:shd w:val="clear" w:color="auto" w:fill="auto"/>
        <w:spacing w:line="270" w:lineRule="exact"/>
        <w:ind w:left="100"/>
      </w:pPr>
    </w:p>
    <w:p w:rsidR="005F76D8" w:rsidRDefault="005F76D8">
      <w:pPr>
        <w:rPr>
          <w:sz w:val="2"/>
          <w:szCs w:val="2"/>
        </w:rPr>
      </w:pPr>
    </w:p>
    <w:sectPr w:rsidR="005F76D8" w:rsidSect="007B4D49">
      <w:type w:val="continuous"/>
      <w:pgSz w:w="11905" w:h="16837"/>
      <w:pgMar w:top="1205" w:right="973" w:bottom="9797" w:left="157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6D8" w:rsidRDefault="005F76D8" w:rsidP="007B4D49">
      <w:r>
        <w:separator/>
      </w:r>
    </w:p>
  </w:endnote>
  <w:endnote w:type="continuationSeparator" w:id="0">
    <w:p w:rsidR="005F76D8" w:rsidRDefault="005F76D8" w:rsidP="007B4D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6D8" w:rsidRDefault="005F76D8"/>
  </w:footnote>
  <w:footnote w:type="continuationSeparator" w:id="0">
    <w:p w:rsidR="005F76D8" w:rsidRDefault="005F76D8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D49"/>
    <w:rsid w:val="00022EFD"/>
    <w:rsid w:val="00030B11"/>
    <w:rsid w:val="00044A8A"/>
    <w:rsid w:val="00055045"/>
    <w:rsid w:val="00061BDB"/>
    <w:rsid w:val="00095E0D"/>
    <w:rsid w:val="000F6CCA"/>
    <w:rsid w:val="00112C2B"/>
    <w:rsid w:val="001377C3"/>
    <w:rsid w:val="00166A69"/>
    <w:rsid w:val="0018373F"/>
    <w:rsid w:val="001B0348"/>
    <w:rsid w:val="001C3AF6"/>
    <w:rsid w:val="001E020F"/>
    <w:rsid w:val="00224AD3"/>
    <w:rsid w:val="00231D36"/>
    <w:rsid w:val="00232564"/>
    <w:rsid w:val="00240A51"/>
    <w:rsid w:val="00267A7F"/>
    <w:rsid w:val="002828A9"/>
    <w:rsid w:val="00282DE9"/>
    <w:rsid w:val="002A6528"/>
    <w:rsid w:val="002D2E49"/>
    <w:rsid w:val="002D74FE"/>
    <w:rsid w:val="002E6A1B"/>
    <w:rsid w:val="002F20C7"/>
    <w:rsid w:val="0031350F"/>
    <w:rsid w:val="003730CE"/>
    <w:rsid w:val="003A23BE"/>
    <w:rsid w:val="003D4F72"/>
    <w:rsid w:val="003E5A7C"/>
    <w:rsid w:val="00405162"/>
    <w:rsid w:val="00414E3D"/>
    <w:rsid w:val="00451430"/>
    <w:rsid w:val="00463B02"/>
    <w:rsid w:val="004654CF"/>
    <w:rsid w:val="004852C8"/>
    <w:rsid w:val="004A3E6F"/>
    <w:rsid w:val="004B0CB5"/>
    <w:rsid w:val="004F49A0"/>
    <w:rsid w:val="00530C45"/>
    <w:rsid w:val="00584A75"/>
    <w:rsid w:val="00590317"/>
    <w:rsid w:val="005C38D3"/>
    <w:rsid w:val="005C63D0"/>
    <w:rsid w:val="005C66DA"/>
    <w:rsid w:val="005F76D8"/>
    <w:rsid w:val="00630D38"/>
    <w:rsid w:val="00634104"/>
    <w:rsid w:val="0064056F"/>
    <w:rsid w:val="00643E51"/>
    <w:rsid w:val="00665AF7"/>
    <w:rsid w:val="0067028A"/>
    <w:rsid w:val="00685F3E"/>
    <w:rsid w:val="006D7772"/>
    <w:rsid w:val="006F2B34"/>
    <w:rsid w:val="00720F3D"/>
    <w:rsid w:val="00723A50"/>
    <w:rsid w:val="0074287B"/>
    <w:rsid w:val="00745419"/>
    <w:rsid w:val="00746F40"/>
    <w:rsid w:val="007A45C0"/>
    <w:rsid w:val="007B4D49"/>
    <w:rsid w:val="007D4D43"/>
    <w:rsid w:val="00806D63"/>
    <w:rsid w:val="008121D6"/>
    <w:rsid w:val="00831A48"/>
    <w:rsid w:val="00862E76"/>
    <w:rsid w:val="00866BC0"/>
    <w:rsid w:val="00890E66"/>
    <w:rsid w:val="008945DB"/>
    <w:rsid w:val="008A141E"/>
    <w:rsid w:val="009119B1"/>
    <w:rsid w:val="0092083A"/>
    <w:rsid w:val="009A7072"/>
    <w:rsid w:val="009A792C"/>
    <w:rsid w:val="009B6074"/>
    <w:rsid w:val="009C1A0E"/>
    <w:rsid w:val="009C2829"/>
    <w:rsid w:val="00A307D4"/>
    <w:rsid w:val="00A33464"/>
    <w:rsid w:val="00A3501F"/>
    <w:rsid w:val="00A516A7"/>
    <w:rsid w:val="00A92494"/>
    <w:rsid w:val="00AB07A8"/>
    <w:rsid w:val="00AB0AF1"/>
    <w:rsid w:val="00AF3DB6"/>
    <w:rsid w:val="00AF71D3"/>
    <w:rsid w:val="00B71033"/>
    <w:rsid w:val="00BC5DB4"/>
    <w:rsid w:val="00BE2CB8"/>
    <w:rsid w:val="00BE421A"/>
    <w:rsid w:val="00C025DA"/>
    <w:rsid w:val="00C041B4"/>
    <w:rsid w:val="00C17B41"/>
    <w:rsid w:val="00C21984"/>
    <w:rsid w:val="00C81FCE"/>
    <w:rsid w:val="00CD2D22"/>
    <w:rsid w:val="00CD6CD5"/>
    <w:rsid w:val="00D14300"/>
    <w:rsid w:val="00D22F54"/>
    <w:rsid w:val="00D471AF"/>
    <w:rsid w:val="00D60C64"/>
    <w:rsid w:val="00D70B2F"/>
    <w:rsid w:val="00DA450C"/>
    <w:rsid w:val="00DB0897"/>
    <w:rsid w:val="00DB4AEC"/>
    <w:rsid w:val="00DC21AC"/>
    <w:rsid w:val="00DC2D91"/>
    <w:rsid w:val="00DC52A6"/>
    <w:rsid w:val="00DF5D8A"/>
    <w:rsid w:val="00DF7F4A"/>
    <w:rsid w:val="00E14327"/>
    <w:rsid w:val="00E16F23"/>
    <w:rsid w:val="00E25B0B"/>
    <w:rsid w:val="00E620DE"/>
    <w:rsid w:val="00E65463"/>
    <w:rsid w:val="00E87B1A"/>
    <w:rsid w:val="00E905B8"/>
    <w:rsid w:val="00EB4B3E"/>
    <w:rsid w:val="00F05BE1"/>
    <w:rsid w:val="00F16E24"/>
    <w:rsid w:val="00F321BB"/>
    <w:rsid w:val="00F543EF"/>
    <w:rsid w:val="00F54D58"/>
    <w:rsid w:val="00F56224"/>
    <w:rsid w:val="00F5679E"/>
    <w:rsid w:val="00F7641A"/>
    <w:rsid w:val="00FB022A"/>
    <w:rsid w:val="00FE009B"/>
    <w:rsid w:val="00FF27C9"/>
    <w:rsid w:val="00FF3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49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B4D49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216">
    <w:name w:val="Основной текст (2) + 16"/>
    <w:aliases w:val="5 pt"/>
    <w:basedOn w:val="2"/>
    <w:uiPriority w:val="99"/>
    <w:rsid w:val="007B4D49"/>
    <w:rPr>
      <w:sz w:val="33"/>
      <w:szCs w:val="33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7B4D49"/>
    <w:rPr>
      <w:rFonts w:ascii="Times New Roman" w:hAnsi="Times New Roman" w:cs="Times New Roman"/>
      <w:spacing w:val="0"/>
      <w:sz w:val="26"/>
      <w:szCs w:val="26"/>
    </w:rPr>
  </w:style>
  <w:style w:type="character" w:customStyle="1" w:styleId="21">
    <w:name w:val="Подпись к картинке (2)_"/>
    <w:basedOn w:val="DefaultParagraphFont"/>
    <w:link w:val="22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paragraph" w:customStyle="1" w:styleId="20">
    <w:name w:val="Основной текст (2)"/>
    <w:basedOn w:val="Normal"/>
    <w:link w:val="2"/>
    <w:uiPriority w:val="99"/>
    <w:rsid w:val="007B4D49"/>
    <w:pPr>
      <w:shd w:val="clear" w:color="auto" w:fill="FFFFFF"/>
      <w:spacing w:after="240" w:line="355" w:lineRule="exact"/>
      <w:jc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Normal"/>
    <w:link w:val="a"/>
    <w:uiPriority w:val="99"/>
    <w:rsid w:val="007B4D49"/>
    <w:pPr>
      <w:shd w:val="clear" w:color="auto" w:fill="FFFFFF"/>
      <w:spacing w:before="240" w:after="240" w:line="341" w:lineRule="exact"/>
    </w:pPr>
    <w:rPr>
      <w:rFonts w:ascii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Normal"/>
    <w:link w:val="10"/>
    <w:uiPriority w:val="99"/>
    <w:rsid w:val="007B4D49"/>
    <w:pPr>
      <w:shd w:val="clear" w:color="auto" w:fill="FFFFFF"/>
      <w:spacing w:line="317" w:lineRule="exact"/>
      <w:ind w:firstLine="36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Normal"/>
    <w:link w:val="3"/>
    <w:uiPriority w:val="99"/>
    <w:rsid w:val="007B4D49"/>
    <w:pPr>
      <w:shd w:val="clear" w:color="auto" w:fill="FFFFFF"/>
      <w:spacing w:line="317" w:lineRule="exact"/>
      <w:ind w:firstLine="360"/>
      <w:jc w:val="both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2">
    <w:name w:val="Подпись к картинке (2)"/>
    <w:basedOn w:val="Normal"/>
    <w:link w:val="21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Normal"/>
    <w:link w:val="4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983</TotalTime>
  <Pages>3</Pages>
  <Words>336</Words>
  <Characters>1919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68</cp:revision>
  <cp:lastPrinted>2018-03-02T12:00:00Z</cp:lastPrinted>
  <dcterms:created xsi:type="dcterms:W3CDTF">2017-08-01T06:27:00Z</dcterms:created>
  <dcterms:modified xsi:type="dcterms:W3CDTF">2019-01-31T08:06:00Z</dcterms:modified>
</cp:coreProperties>
</file>